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032" w:rsidRPr="008A147C" w:rsidRDefault="008A147C" w:rsidP="008A147C">
      <w:pPr>
        <w:jc w:val="center"/>
        <w:rPr>
          <w:rFonts w:ascii="Times New Roman" w:hAnsi="Times New Roman" w:cs="Times New Roman"/>
          <w:b/>
          <w:sz w:val="28"/>
        </w:rPr>
      </w:pPr>
      <w:r w:rsidRPr="008A147C">
        <w:rPr>
          <w:rFonts w:ascii="Times New Roman" w:hAnsi="Times New Roman" w:cs="Times New Roman"/>
          <w:b/>
          <w:sz w:val="28"/>
        </w:rPr>
        <w:t>Чем занять детей по теме «Транспорт»</w:t>
      </w:r>
    </w:p>
    <w:p w:rsidR="008A147C" w:rsidRPr="008A147C" w:rsidRDefault="008A147C" w:rsidP="008A1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8A147C">
        <w:rPr>
          <w:rFonts w:ascii="Times New Roman" w:hAnsi="Times New Roman" w:cs="Times New Roman"/>
          <w:b/>
          <w:sz w:val="28"/>
        </w:rPr>
        <w:t>Посмотрите развивающие мультфильмы.</w:t>
      </w:r>
    </w:p>
    <w:p w:rsidR="008A147C" w:rsidRPr="008A147C" w:rsidRDefault="008A147C" w:rsidP="008A147C">
      <w:pPr>
        <w:pStyle w:val="a3"/>
        <w:rPr>
          <w:rFonts w:ascii="Times New Roman" w:hAnsi="Times New Roman" w:cs="Times New Roman"/>
          <w:sz w:val="28"/>
        </w:rPr>
      </w:pPr>
      <w:hyperlink r:id="rId5" w:history="1">
        <w:r w:rsidRPr="008A147C">
          <w:rPr>
            <w:rStyle w:val="a4"/>
            <w:rFonts w:ascii="Times New Roman" w:hAnsi="Times New Roman" w:cs="Times New Roman"/>
            <w:sz w:val="28"/>
          </w:rPr>
          <w:t>https://www.youtube.com/watch?v=Peravb_Ug1c</w:t>
        </w:r>
      </w:hyperlink>
    </w:p>
    <w:p w:rsidR="008A147C" w:rsidRPr="008A147C" w:rsidRDefault="008A147C" w:rsidP="008A147C">
      <w:pPr>
        <w:pStyle w:val="a3"/>
        <w:rPr>
          <w:rFonts w:ascii="Times New Roman" w:hAnsi="Times New Roman" w:cs="Times New Roman"/>
          <w:sz w:val="28"/>
        </w:rPr>
      </w:pPr>
    </w:p>
    <w:p w:rsidR="008A147C" w:rsidRPr="008A147C" w:rsidRDefault="008A147C" w:rsidP="008A1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8A147C">
        <w:rPr>
          <w:rFonts w:ascii="Times New Roman" w:hAnsi="Times New Roman" w:cs="Times New Roman"/>
          <w:b/>
          <w:sz w:val="28"/>
        </w:rPr>
        <w:t>Сделайте с ребенком поделку.</w:t>
      </w:r>
    </w:p>
    <w:p w:rsidR="008A147C" w:rsidRPr="008A147C" w:rsidRDefault="008A147C" w:rsidP="008A147C">
      <w:pPr>
        <w:pStyle w:val="a3"/>
        <w:rPr>
          <w:rFonts w:ascii="Times New Roman" w:hAnsi="Times New Roman" w:cs="Times New Roman"/>
          <w:sz w:val="28"/>
        </w:rPr>
      </w:pPr>
      <w:hyperlink r:id="rId6" w:history="1">
        <w:r w:rsidRPr="008A147C">
          <w:rPr>
            <w:rStyle w:val="a4"/>
            <w:rFonts w:ascii="Times New Roman" w:hAnsi="Times New Roman" w:cs="Times New Roman"/>
            <w:sz w:val="28"/>
          </w:rPr>
          <w:t>https://yandex.fr/video/preview/?text=поделки%20на%20тему%20транспорт%20для%20малышей&amp;path=wizard&amp;parent-reqid=1607430672818934-1451829187697546514200180-production-app-host-man-web-yp-113&amp;wiz_type=vital&amp;filmId=11800846179436073662</w:t>
        </w:r>
      </w:hyperlink>
    </w:p>
    <w:p w:rsidR="008A147C" w:rsidRPr="008A147C" w:rsidRDefault="008A147C" w:rsidP="008A147C">
      <w:pPr>
        <w:ind w:left="709"/>
        <w:rPr>
          <w:rFonts w:ascii="Times New Roman" w:hAnsi="Times New Roman" w:cs="Times New Roman"/>
          <w:sz w:val="28"/>
        </w:rPr>
      </w:pPr>
      <w:r w:rsidRPr="008A147C">
        <w:rPr>
          <w:rFonts w:ascii="Times New Roman" w:hAnsi="Times New Roman" w:cs="Times New Roman"/>
          <w:sz w:val="28"/>
        </w:rPr>
        <w:t xml:space="preserve">             </w:t>
      </w:r>
      <w:hyperlink r:id="rId7" w:history="1">
        <w:r w:rsidRPr="008A147C">
          <w:rPr>
            <w:rStyle w:val="a4"/>
            <w:rFonts w:ascii="Times New Roman" w:hAnsi="Times New Roman" w:cs="Times New Roman"/>
            <w:sz w:val="28"/>
          </w:rPr>
          <w:t>https://yandex.fr/video/preview/?text=поделки+на+тему+транспорт+для+малышей&amp;path=wizard&amp;parent-reqid=1607430672818934-1451829187697546514200180-production-app-host-man-web-yp-113&amp;wiz_type=vital&amp;filmId=8529447289899690308&amp;url=http%3A%2F%2Fwww.youtube.com%2Fwatch%3Fv%3D9Oe_C8-UbFg</w:t>
        </w:r>
      </w:hyperlink>
    </w:p>
    <w:p w:rsidR="008A147C" w:rsidRPr="008A147C" w:rsidRDefault="008A147C" w:rsidP="008A1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8A147C">
        <w:rPr>
          <w:rFonts w:ascii="Times New Roman" w:hAnsi="Times New Roman" w:cs="Times New Roman"/>
          <w:b/>
          <w:sz w:val="28"/>
        </w:rPr>
        <w:t>Предложите ребенку раскрасить машинки.</w:t>
      </w:r>
    </w:p>
    <w:p w:rsidR="008A147C" w:rsidRPr="008A147C" w:rsidRDefault="008A147C" w:rsidP="008A147C">
      <w:pPr>
        <w:pStyle w:val="a3"/>
        <w:rPr>
          <w:rFonts w:ascii="Times New Roman" w:hAnsi="Times New Roman" w:cs="Times New Roman"/>
          <w:sz w:val="28"/>
        </w:rPr>
      </w:pPr>
      <w:hyperlink r:id="rId8" w:history="1">
        <w:r w:rsidRPr="008A147C">
          <w:rPr>
            <w:rStyle w:val="a4"/>
            <w:rFonts w:ascii="Times New Roman" w:hAnsi="Times New Roman" w:cs="Times New Roman"/>
            <w:sz w:val="28"/>
          </w:rPr>
          <w:t>https://handcraftguide.com/ru/cat/transport</w:t>
        </w:r>
      </w:hyperlink>
    </w:p>
    <w:p w:rsidR="008A147C" w:rsidRPr="008A147C" w:rsidRDefault="008A147C" w:rsidP="008A147C">
      <w:pPr>
        <w:pStyle w:val="a3"/>
        <w:rPr>
          <w:rFonts w:ascii="Times New Roman" w:hAnsi="Times New Roman" w:cs="Times New Roman"/>
          <w:sz w:val="28"/>
        </w:rPr>
      </w:pPr>
    </w:p>
    <w:p w:rsidR="008A147C" w:rsidRPr="008A147C" w:rsidRDefault="008A147C" w:rsidP="008A1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8A147C">
        <w:rPr>
          <w:rFonts w:ascii="Times New Roman" w:hAnsi="Times New Roman" w:cs="Times New Roman"/>
          <w:b/>
          <w:sz w:val="28"/>
        </w:rPr>
        <w:t>Почитайте детям.</w:t>
      </w:r>
      <w:bookmarkStart w:id="0" w:name="_GoBack"/>
      <w:bookmarkEnd w:id="0"/>
    </w:p>
    <w:p w:rsidR="008A147C" w:rsidRPr="008A147C" w:rsidRDefault="008A147C" w:rsidP="008A147C">
      <w:pPr>
        <w:pStyle w:val="a3"/>
        <w:rPr>
          <w:rFonts w:ascii="Times New Roman" w:hAnsi="Times New Roman" w:cs="Times New Roman"/>
          <w:sz w:val="28"/>
        </w:rPr>
      </w:pPr>
      <w:hyperlink r:id="rId9" w:history="1">
        <w:r w:rsidRPr="008A147C">
          <w:rPr>
            <w:rStyle w:val="a4"/>
            <w:rFonts w:ascii="Times New Roman" w:hAnsi="Times New Roman" w:cs="Times New Roman"/>
            <w:sz w:val="28"/>
          </w:rPr>
          <w:t>https://mishka-knizhka.ru/skazki-pro-mashinki/</w:t>
        </w:r>
      </w:hyperlink>
    </w:p>
    <w:p w:rsidR="008A147C" w:rsidRPr="008A147C" w:rsidRDefault="008A147C" w:rsidP="008A147C">
      <w:pPr>
        <w:pStyle w:val="a3"/>
        <w:rPr>
          <w:rFonts w:ascii="Times New Roman" w:hAnsi="Times New Roman" w:cs="Times New Roman"/>
          <w:sz w:val="28"/>
        </w:rPr>
      </w:pPr>
    </w:p>
    <w:p w:rsidR="008A147C" w:rsidRDefault="008A147C" w:rsidP="008A147C">
      <w:pPr>
        <w:pStyle w:val="a3"/>
      </w:pPr>
    </w:p>
    <w:sectPr w:rsidR="008A1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FA6231"/>
    <w:multiLevelType w:val="hybridMultilevel"/>
    <w:tmpl w:val="D5D03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7C"/>
    <w:rsid w:val="00376032"/>
    <w:rsid w:val="008A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D21B8-1F48-4260-84D7-9DC6A31D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4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14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ndcraftguide.com/ru/cat/transpor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fr/video/preview/?text=&#1087;&#1086;&#1076;&#1077;&#1083;&#1082;&#1080;+&#1085;&#1072;+&#1090;&#1077;&#1084;&#1091;+&#1090;&#1088;&#1072;&#1085;&#1089;&#1087;&#1086;&#1088;&#1090;+&#1076;&#1083;&#1103;+&#1084;&#1072;&#1083;&#1099;&#1096;&#1077;&#1081;&amp;path=wizard&amp;parent-reqid=1607430672818934-1451829187697546514200180-production-app-host-man-web-yp-113&amp;wiz_type=vital&amp;filmId=8529447289899690308&amp;url=http%3A%2F%2Fwww.youtube.com%2Fwatch%3Fv%3D9Oe_C8-Ub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fr/video/preview/?text=&#1087;&#1086;&#1076;&#1077;&#1083;&#1082;&#1080;%20&#1085;&#1072;%20&#1090;&#1077;&#1084;&#1091;%20&#1090;&#1088;&#1072;&#1085;&#1089;&#1087;&#1086;&#1088;&#1090;%20&#1076;&#1083;&#1103;%20&#1084;&#1072;&#1083;&#1099;&#1096;&#1077;&#1081;&amp;path=wizard&amp;parent-reqid=1607430672818934-1451829187697546514200180-production-app-host-man-web-yp-113&amp;wiz_type=vital&amp;filmId=1180084617943607366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Peravb_Ug1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ishka-knizhka.ru/skazki-pro-mashin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2020-12-08T12:29:00Z</dcterms:created>
  <dcterms:modified xsi:type="dcterms:W3CDTF">2020-12-08T12:41:00Z</dcterms:modified>
</cp:coreProperties>
</file>